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32FBA477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E61D3F">
        <w:rPr>
          <w:rFonts w:ascii="Corbel" w:hAnsi="Corbel"/>
          <w:i/>
          <w:smallCaps/>
          <w:sz w:val="24"/>
          <w:szCs w:val="24"/>
        </w:rPr>
        <w:t xml:space="preserve"> 2019-2022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7987C74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103FA">
        <w:rPr>
          <w:rFonts w:ascii="Corbel" w:hAnsi="Corbel"/>
          <w:sz w:val="20"/>
          <w:szCs w:val="20"/>
        </w:rPr>
        <w:t>Rok akademicki   2019/2020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3B866C64" w14:paraId="125CE4A7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20F1C" w:rsidR="0085747A" w:rsidP="009C54AE" w:rsidRDefault="00DE5C29" w14:paraId="68677D4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F1C">
              <w:rPr>
                <w:rFonts w:ascii="Corbel" w:hAnsi="Corbel"/>
                <w:b w:val="0"/>
                <w:color w:val="auto"/>
                <w:sz w:val="24"/>
              </w:rPr>
              <w:t>podstawy socjologii</w:t>
            </w:r>
          </w:p>
        </w:tc>
      </w:tr>
      <w:tr xmlns:wp14="http://schemas.microsoft.com/office/word/2010/wordml" w:rsidRPr="009C54AE" w:rsidR="0085747A" w:rsidTr="3B866C64" w14:paraId="562F62B0" wp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026518" w14:paraId="7348AF8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BW04</w:t>
            </w:r>
          </w:p>
        </w:tc>
      </w:tr>
      <w:tr xmlns:wp14="http://schemas.microsoft.com/office/word/2010/wordml" w:rsidRPr="009C54AE" w:rsidR="0085747A" w:rsidTr="3B866C64" w14:paraId="5C0172EC" wp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520F1C" w:rsidRDefault="00520F1C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026518" w:rsidTr="3B866C64" w14:paraId="4FEDF307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56BCBDC3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026518" w:rsidTr="3B866C64" w14:paraId="19C7A9D6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5CF16C8E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026518" w:rsidTr="3B866C64" w14:paraId="1CF479FC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5402E90D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026518" w:rsidTr="3B866C64" w14:paraId="3B32AF2E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439CFC34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026518" w:rsidTr="3B866C64" w14:paraId="0F96B810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4BAFA574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6321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2651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026518" w:rsidTr="3B866C64" w14:paraId="31DC8755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5C406A70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xmlns:wp14="http://schemas.microsoft.com/office/word/2010/wordml" w:rsidRPr="009C54AE" w:rsidR="00026518" w:rsidTr="3B866C64" w14:paraId="4D6BEF29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4B6A1671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026518" w:rsidTr="3B866C64" w14:paraId="1C7072BC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3B866C64" w:rsidRDefault="00026518" w14:paraId="77B946BE" wp14:textId="12389A06">
            <w:pPr>
              <w:pStyle w:val="Odpowiedzi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3B866C64" w:rsidR="54799F2B">
              <w:rPr>
                <w:rFonts w:ascii="Corbel" w:hAnsi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026518" w:rsidTr="3B866C64" w14:paraId="3AA10F35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3B866C64" w:rsidRDefault="00026518" w14:paraId="205A1F16" wp14:textId="4844B91F">
            <w:pPr>
              <w:pStyle w:val="Odpowiedzi"/>
              <w:rPr>
                <w:rFonts w:ascii="Corbel" w:hAnsi="Corbe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3B866C64" w:rsidR="29D1E523">
              <w:rPr>
                <w:rFonts w:ascii="Corbel" w:hAnsi="Corbel"/>
                <w:b w:val="0"/>
                <w:bCs w:val="0"/>
                <w:sz w:val="24"/>
                <w:szCs w:val="24"/>
              </w:rPr>
              <w:t>dr Katarzyna M. Cwynar</w:t>
            </w:r>
          </w:p>
        </w:tc>
      </w:tr>
      <w:tr xmlns:wp14="http://schemas.microsoft.com/office/word/2010/wordml" w:rsidRPr="009C54AE" w:rsidR="00026518" w:rsidTr="3B866C64" w14:paraId="718E7838" wp14:textId="77777777">
        <w:tc>
          <w:tcPr>
            <w:tcW w:w="2694" w:type="dxa"/>
            <w:tcMar/>
            <w:vAlign w:val="center"/>
          </w:tcPr>
          <w:p w:rsidRPr="009C54AE" w:rsidR="00026518" w:rsidP="009C54AE" w:rsidRDefault="00026518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026518" w:rsidR="00026518" w:rsidP="003F4181" w:rsidRDefault="00026518" w14:paraId="44F9DFB5" wp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026518"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00C766DF" w14:paraId="4A00F406" wp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00C766DF" w14:paraId="11B2C6A9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026518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16321A" w:rsidRDefault="00026518" w14:paraId="5D36975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6321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6321A" w14:paraId="5007C90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2651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26518" w14:paraId="78941E47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30395F" w:rsidTr="00C766DF" w14:paraId="0E27B00A" wp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30395F" w:rsidP="009C54AE" w:rsidRDefault="0030395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B94D5A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3DEEC66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3656B9A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5FB081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049F31C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5312826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62486C0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30395F" w:rsidP="009C54AE" w:rsidRDefault="0030395F" w14:paraId="4101652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923D7D" w:rsidP="009C54AE" w:rsidRDefault="00923D7D" w14:paraId="4B99056E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1299C43A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B25ED4" w14:paraId="35FC6AF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ED4">
        <w:rPr>
          <w:rFonts w:ascii="Cambria Math" w:hAnsi="Cambria Math" w:eastAsia="MS Gothic" w:cs="Cambria Math"/>
          <w:b w:val="0"/>
          <w:szCs w:val="24"/>
        </w:rPr>
        <w:t>⊠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Pr="00B25ED4" w:rsidR="00B25ED4" w:rsidP="00B25ED4" w:rsidRDefault="00B25ED4" w14:paraId="008B15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5ED4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520F1C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="009C54AE" w:rsidP="009C54AE" w:rsidRDefault="009C54AE" w14:paraId="3461D77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E960BB" w14:paraId="3CF2D8B6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6DD1B76A" wp14:textId="77777777">
        <w:tc>
          <w:tcPr>
            <w:tcW w:w="9670" w:type="dxa"/>
          </w:tcPr>
          <w:p w:rsidRPr="009C54AE" w:rsidR="0085747A" w:rsidP="009C54AE" w:rsidRDefault="002F53D3" w14:paraId="1EFE3186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53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brak</w:t>
            </w:r>
          </w:p>
          <w:p w:rsidRPr="009C54AE" w:rsidR="0085747A" w:rsidP="009C54AE" w:rsidRDefault="0085747A" w14:paraId="0FB7827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1FC3994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0562CB0E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34CE0A4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C54AE" w:rsidR="002F53D3" w:rsidTr="002F53D3" w14:paraId="5DF25B33" wp14:textId="77777777">
        <w:tc>
          <w:tcPr>
            <w:tcW w:w="851" w:type="dxa"/>
            <w:vAlign w:val="center"/>
          </w:tcPr>
          <w:p w:rsidRPr="009C54AE" w:rsidR="002F53D3" w:rsidP="009C54AE" w:rsidRDefault="002F53D3" w14:paraId="6780E770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Pr="002F53D3" w:rsidR="002F53D3" w:rsidP="003F4181" w:rsidRDefault="002F53D3" w14:paraId="3E9F8BCB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53D3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socjologii</w:t>
            </w:r>
          </w:p>
        </w:tc>
      </w:tr>
      <w:tr xmlns:wp14="http://schemas.microsoft.com/office/word/2010/wordml" w:rsidRPr="009C54AE" w:rsidR="002F53D3" w:rsidTr="002F53D3" w14:paraId="4DC8F1DC" wp14:textId="77777777">
        <w:tc>
          <w:tcPr>
            <w:tcW w:w="851" w:type="dxa"/>
            <w:vAlign w:val="center"/>
          </w:tcPr>
          <w:p w:rsidRPr="002F53D3" w:rsidR="002F53D3" w:rsidP="002F53D3" w:rsidRDefault="002F53D3" w14:paraId="550CF7E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F53D3" w:rsidR="002F53D3" w:rsidP="002F53D3" w:rsidRDefault="002F53D3" w14:paraId="1F6BF2BB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53D3">
              <w:rPr>
                <w:rFonts w:ascii="Corbel" w:hAnsi="Corbel"/>
                <w:b w:val="0"/>
                <w:sz w:val="24"/>
                <w:szCs w:val="24"/>
              </w:rPr>
              <w:t>poznanie przez studentów podstawowych pojęć oraz teorii socjologicznych</w:t>
            </w:r>
          </w:p>
        </w:tc>
      </w:tr>
      <w:tr xmlns:wp14="http://schemas.microsoft.com/office/word/2010/wordml" w:rsidRPr="009C54AE" w:rsidR="002F53D3" w:rsidTr="002F53D3" w14:paraId="18DAD3B2" wp14:textId="77777777">
        <w:tc>
          <w:tcPr>
            <w:tcW w:w="851" w:type="dxa"/>
            <w:vAlign w:val="center"/>
          </w:tcPr>
          <w:p w:rsidRPr="009C54AE" w:rsidR="002F53D3" w:rsidP="002F53D3" w:rsidRDefault="002F53D3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2F53D3" w:rsidR="002F53D3" w:rsidP="003F4181" w:rsidRDefault="002F53D3" w14:paraId="3AF6287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53D3">
              <w:rPr>
                <w:rFonts w:ascii="Corbel" w:hAnsi="Corbel"/>
                <w:b w:val="0"/>
                <w:sz w:val="24"/>
                <w:szCs w:val="24"/>
              </w:rPr>
              <w:t>wyrobienie umiejętności stosowania kategorii socjologicznych do analizy społeczeństwa</w:t>
            </w:r>
          </w:p>
        </w:tc>
      </w:tr>
    </w:tbl>
    <w:p xmlns:wp14="http://schemas.microsoft.com/office/word/2010/wordml" w:rsidRPr="009C54AE" w:rsidR="0085747A" w:rsidP="009C54AE" w:rsidRDefault="0085747A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71620A" w14:paraId="61F38664" wp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871C23" w:rsidTr="005E6E85" w14:paraId="39086555" wp14:textId="77777777">
        <w:tc>
          <w:tcPr>
            <w:tcW w:w="1701" w:type="dxa"/>
          </w:tcPr>
          <w:p w:rsidRPr="00871C23" w:rsidR="00871C23" w:rsidP="003F4181" w:rsidRDefault="00871C23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871C23" w:rsidR="00871C23" w:rsidP="003F4181" w:rsidRDefault="00871C23" w14:paraId="1290C767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posiada wiedzę na temat struktur społecznych i zachodzących między nimi relacjach</w:t>
            </w:r>
          </w:p>
        </w:tc>
        <w:tc>
          <w:tcPr>
            <w:tcW w:w="1873" w:type="dxa"/>
          </w:tcPr>
          <w:p w:rsidRPr="00871C23" w:rsidR="00871C23" w:rsidP="003F4181" w:rsidRDefault="00871C23" w14:paraId="5CBA54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zCs w:val="24"/>
              </w:rPr>
              <w:t>W02</w:t>
            </w:r>
          </w:p>
        </w:tc>
      </w:tr>
      <w:tr xmlns:wp14="http://schemas.microsoft.com/office/word/2010/wordml" w:rsidRPr="009C54AE" w:rsidR="00871C23" w:rsidTr="005E6E85" w14:paraId="3A69FD16" wp14:textId="77777777">
        <w:tc>
          <w:tcPr>
            <w:tcW w:w="1701" w:type="dxa"/>
          </w:tcPr>
          <w:p w:rsidRPr="00871C23" w:rsidR="00871C23" w:rsidP="003F4181" w:rsidRDefault="00871C23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71C23" w:rsidR="00871C23" w:rsidP="003F4181" w:rsidRDefault="00871C23" w14:paraId="2660A9B7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posiada wiedzę na temat przyczyn i cech zachowań zbiorowych oraz wynikających z nich zagrożeń</w:t>
            </w:r>
          </w:p>
        </w:tc>
        <w:tc>
          <w:tcPr>
            <w:tcW w:w="1873" w:type="dxa"/>
          </w:tcPr>
          <w:p w:rsidRPr="00871C23" w:rsidR="00871C23" w:rsidP="003F4181" w:rsidRDefault="00871C23" w14:paraId="022DC862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W09</w:t>
            </w:r>
          </w:p>
        </w:tc>
      </w:tr>
      <w:tr xmlns:wp14="http://schemas.microsoft.com/office/word/2010/wordml" w:rsidRPr="009C54AE" w:rsidR="00871C23" w:rsidTr="0035574F" w14:paraId="1F3014D3" wp14:textId="77777777">
        <w:tc>
          <w:tcPr>
            <w:tcW w:w="1701" w:type="dxa"/>
            <w:vAlign w:val="center"/>
          </w:tcPr>
          <w:p w:rsidRPr="00871C23" w:rsidR="00871C23" w:rsidP="003F4181" w:rsidRDefault="00871C23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71C23" w:rsidR="00871C23" w:rsidP="003F4181" w:rsidRDefault="00871C23" w14:paraId="0BC53C31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 xml:space="preserve">analizuje i wyjaśnia przyczyny i skutki zachowań zbiorowych </w:t>
            </w:r>
          </w:p>
        </w:tc>
        <w:tc>
          <w:tcPr>
            <w:tcW w:w="1873" w:type="dxa"/>
          </w:tcPr>
          <w:p w:rsidRPr="00871C23" w:rsidR="00871C23" w:rsidP="003F4181" w:rsidRDefault="00871C23" w14:paraId="44A931D4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U05</w:t>
            </w:r>
          </w:p>
        </w:tc>
      </w:tr>
      <w:tr xmlns:wp14="http://schemas.microsoft.com/office/word/2010/wordml" w:rsidRPr="009C54AE" w:rsidR="00871C23" w:rsidTr="0035574F" w14:paraId="609759FE" wp14:textId="77777777">
        <w:tc>
          <w:tcPr>
            <w:tcW w:w="1701" w:type="dxa"/>
            <w:vAlign w:val="center"/>
          </w:tcPr>
          <w:p w:rsidRPr="00871C23" w:rsidR="00871C23" w:rsidP="003F4181" w:rsidRDefault="00871C23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71C23" w:rsidR="00871C23" w:rsidP="003F4181" w:rsidRDefault="00871C23" w14:paraId="69249EF1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potrafi diagnozować oraz interpretować zjawiska i procesy społeczne oraz zależności przyczynowo-skutkowe</w:t>
            </w:r>
          </w:p>
        </w:tc>
        <w:tc>
          <w:tcPr>
            <w:tcW w:w="1873" w:type="dxa"/>
          </w:tcPr>
          <w:p w:rsidRPr="00871C23" w:rsidR="00871C23" w:rsidP="003F4181" w:rsidRDefault="00871C23" w14:paraId="46E9DDAC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U06</w:t>
            </w:r>
          </w:p>
        </w:tc>
      </w:tr>
      <w:tr xmlns:wp14="http://schemas.microsoft.com/office/word/2010/wordml" w:rsidRPr="009C54AE" w:rsidR="00871C23" w:rsidTr="005E6E85" w14:paraId="7F2E43CD" wp14:textId="77777777">
        <w:tc>
          <w:tcPr>
            <w:tcW w:w="1701" w:type="dxa"/>
          </w:tcPr>
          <w:p w:rsidRPr="00871C23" w:rsidR="00871C23" w:rsidP="003F4181" w:rsidRDefault="00871C23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71C23" w:rsidR="00871C23" w:rsidP="003F4181" w:rsidRDefault="00871C23" w14:paraId="7DFCD8D4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potrafi identyfikować zagrożenia bezpieczeństwa wynikające z zachowań zbiorowych oraz formułować sposoby praktycznego reagowania na wynikające zagrożenia</w:t>
            </w:r>
          </w:p>
        </w:tc>
        <w:tc>
          <w:tcPr>
            <w:tcW w:w="1873" w:type="dxa"/>
          </w:tcPr>
          <w:p w:rsidRPr="00871C23" w:rsidR="00871C23" w:rsidP="003F4181" w:rsidRDefault="00871C23" w14:paraId="68B239E5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U07</w:t>
            </w:r>
          </w:p>
        </w:tc>
      </w:tr>
      <w:tr xmlns:wp14="http://schemas.microsoft.com/office/word/2010/wordml" w:rsidRPr="009C54AE" w:rsidR="00871C23" w:rsidTr="005E6E85" w14:paraId="04D58FC8" wp14:textId="77777777">
        <w:tc>
          <w:tcPr>
            <w:tcW w:w="1701" w:type="dxa"/>
          </w:tcPr>
          <w:p w:rsidRPr="00871C23" w:rsidR="00871C23" w:rsidP="003F4181" w:rsidRDefault="00871C23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871C23" w:rsidR="00871C23" w:rsidP="003F4181" w:rsidRDefault="00871C23" w14:paraId="13A5000F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potrafi określić poziom swojej wiedzy i potrzebę jej doskonalenia oraz doskonalenia umiejętności</w:t>
            </w:r>
          </w:p>
        </w:tc>
        <w:tc>
          <w:tcPr>
            <w:tcW w:w="1873" w:type="dxa"/>
          </w:tcPr>
          <w:p w:rsidRPr="00871C23" w:rsidR="00871C23" w:rsidP="003F4181" w:rsidRDefault="00871C23" w14:paraId="5AFFCC0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K05</w:t>
            </w:r>
          </w:p>
          <w:p w:rsidRPr="00871C23" w:rsidR="00871C23" w:rsidP="003F4181" w:rsidRDefault="00871C23" w14:paraId="62B56179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K07</w:t>
            </w:r>
          </w:p>
        </w:tc>
      </w:tr>
      <w:tr xmlns:wp14="http://schemas.microsoft.com/office/word/2010/wordml" w:rsidRPr="009C54AE" w:rsidR="00871C23" w:rsidTr="005E6E85" w14:paraId="5253285B" wp14:textId="77777777">
        <w:tc>
          <w:tcPr>
            <w:tcW w:w="1701" w:type="dxa"/>
          </w:tcPr>
          <w:p w:rsidRPr="00871C23" w:rsidR="00871C23" w:rsidP="003F4181" w:rsidRDefault="00871C23" w14:paraId="55CE86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1C2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871C23" w:rsidR="00871C23" w:rsidP="003F4181" w:rsidRDefault="00871C23" w14:paraId="1E44D1DB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jest przygotowany do podjęcia dyskusji na tematy społeczne, szanuje poglądy innych</w:t>
            </w:r>
          </w:p>
        </w:tc>
        <w:tc>
          <w:tcPr>
            <w:tcW w:w="1873" w:type="dxa"/>
          </w:tcPr>
          <w:p w:rsidRPr="00871C23" w:rsidR="00871C23" w:rsidP="003F4181" w:rsidRDefault="00871C23" w14:paraId="1850DF5A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71C23"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5997CC1D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71C23" w:rsidTr="00923D7D" w14:paraId="5CD01524" wp14:textId="77777777">
        <w:tc>
          <w:tcPr>
            <w:tcW w:w="9639" w:type="dxa"/>
          </w:tcPr>
          <w:p w:rsidRPr="00871C23" w:rsidR="00871C23" w:rsidP="003F4181" w:rsidRDefault="00871C23" w14:paraId="30C3722E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>Początki i rozwój socjologii</w:t>
            </w:r>
          </w:p>
        </w:tc>
      </w:tr>
      <w:tr xmlns:wp14="http://schemas.microsoft.com/office/word/2010/wordml" w:rsidRPr="009C54AE" w:rsidR="00871C23" w:rsidTr="00923D7D" w14:paraId="5446BC32" wp14:textId="77777777">
        <w:tc>
          <w:tcPr>
            <w:tcW w:w="9639" w:type="dxa"/>
          </w:tcPr>
          <w:p w:rsidRPr="00871C23" w:rsidR="00871C23" w:rsidP="003F4181" w:rsidRDefault="00871C23" w14:paraId="03E315F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>Rozwój socjologii w Polsce</w:t>
            </w:r>
          </w:p>
        </w:tc>
      </w:tr>
      <w:tr xmlns:wp14="http://schemas.microsoft.com/office/word/2010/wordml" w:rsidRPr="009C54AE" w:rsidR="00871C23" w:rsidTr="00923D7D" w14:paraId="255EE68F" wp14:textId="77777777">
        <w:tc>
          <w:tcPr>
            <w:tcW w:w="9639" w:type="dxa"/>
          </w:tcPr>
          <w:p w:rsidRPr="00871C23" w:rsidR="00871C23" w:rsidP="003F4181" w:rsidRDefault="00871C23" w14:paraId="5C330BE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>Jednostka a społeczeństwo – socjologiczne koncepcje człowieka</w:t>
            </w:r>
          </w:p>
        </w:tc>
      </w:tr>
      <w:tr xmlns:wp14="http://schemas.microsoft.com/office/word/2010/wordml" w:rsidRPr="009C54AE" w:rsidR="00871C23" w:rsidTr="00923D7D" w14:paraId="22D7E301" wp14:textId="77777777">
        <w:tc>
          <w:tcPr>
            <w:tcW w:w="9639" w:type="dxa"/>
          </w:tcPr>
          <w:p w:rsidRPr="00871C23" w:rsidR="00871C23" w:rsidP="003F4181" w:rsidRDefault="00871C23" w14:paraId="6ACAFBA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 xml:space="preserve">Kształtowanie się i rozumienie rzeczywistości społecznej </w:t>
            </w:r>
          </w:p>
        </w:tc>
      </w:tr>
      <w:tr xmlns:wp14="http://schemas.microsoft.com/office/word/2010/wordml" w:rsidRPr="009C54AE" w:rsidR="00871C23" w:rsidTr="00923D7D" w14:paraId="201F0CBE" wp14:textId="77777777">
        <w:tc>
          <w:tcPr>
            <w:tcW w:w="9639" w:type="dxa"/>
          </w:tcPr>
          <w:p w:rsidRPr="00871C23" w:rsidR="00871C23" w:rsidP="002D736A" w:rsidRDefault="00871C23" w14:paraId="6C82FFA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Funkcje wiedzy socjologicznej </w:t>
            </w:r>
            <w:r w:rsidR="002D736A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Pr="00871C23">
              <w:rPr>
                <w:rFonts w:ascii="Corbel" w:hAnsi="Corbel"/>
                <w:color w:val="000000"/>
                <w:sz w:val="24"/>
                <w:szCs w:val="24"/>
              </w:rPr>
              <w:t xml:space="preserve"> teoria a empiria w socjologii</w:t>
            </w:r>
          </w:p>
        </w:tc>
      </w:tr>
    </w:tbl>
    <w:p xmlns:wp14="http://schemas.microsoft.com/office/word/2010/wordml" w:rsidRPr="009C54AE" w:rsidR="0085747A" w:rsidP="009C54AE" w:rsidRDefault="0085747A" w14:paraId="110FFD37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6B699379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5225495" wp14:textId="77777777">
        <w:tc>
          <w:tcPr>
            <w:tcW w:w="9639" w:type="dxa"/>
          </w:tcPr>
          <w:p w:rsidRPr="009C54AE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787379" w:rsidTr="00923D7D" w14:paraId="60DCEA63" wp14:textId="77777777">
        <w:tc>
          <w:tcPr>
            <w:tcW w:w="9639" w:type="dxa"/>
          </w:tcPr>
          <w:p w:rsidRPr="00787379" w:rsidR="00787379" w:rsidP="003F4181" w:rsidRDefault="00787379" w14:paraId="0C42F8EA" wp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Mikro i makro struktury społeczne</w:t>
            </w:r>
          </w:p>
        </w:tc>
      </w:tr>
      <w:tr xmlns:wp14="http://schemas.microsoft.com/office/word/2010/wordml" w:rsidRPr="009C54AE" w:rsidR="0017098E" w:rsidTr="00923D7D" w14:paraId="78BF05E1" wp14:textId="77777777">
        <w:tc>
          <w:tcPr>
            <w:tcW w:w="9639" w:type="dxa"/>
          </w:tcPr>
          <w:p w:rsidRPr="00787379" w:rsidR="0017098E" w:rsidP="00531887" w:rsidRDefault="007910EA" w14:paraId="6EB1B25D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Społeczeństwo, naró</w:t>
            </w:r>
            <w:r w:rsidR="00531887">
              <w:rPr>
                <w:rFonts w:ascii="Corbel" w:hAnsi="Corbel"/>
                <w:color w:val="000000"/>
                <w:sz w:val="24"/>
                <w:szCs w:val="24"/>
              </w:rPr>
              <w:t>d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państwo</w:t>
            </w:r>
          </w:p>
        </w:tc>
      </w:tr>
      <w:tr xmlns:wp14="http://schemas.microsoft.com/office/word/2010/wordml" w:rsidRPr="009C54AE" w:rsidR="00787379" w:rsidTr="00923D7D" w14:paraId="0F00C09B" wp14:textId="77777777">
        <w:tc>
          <w:tcPr>
            <w:tcW w:w="9639" w:type="dxa"/>
          </w:tcPr>
          <w:p w:rsidRPr="00787379" w:rsidR="00787379" w:rsidP="003F4181" w:rsidRDefault="00787379" w14:paraId="1FE83623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Interakcje i tworzenie rzeczywistości społecznej</w:t>
            </w:r>
          </w:p>
        </w:tc>
      </w:tr>
      <w:tr xmlns:wp14="http://schemas.microsoft.com/office/word/2010/wordml" w:rsidRPr="009C54AE" w:rsidR="00787379" w:rsidTr="00923D7D" w14:paraId="353A25DA" wp14:textId="77777777">
        <w:tc>
          <w:tcPr>
            <w:tcW w:w="9639" w:type="dxa"/>
          </w:tcPr>
          <w:p w:rsidRPr="00787379" w:rsidR="00787379" w:rsidP="003F4181" w:rsidRDefault="00787379" w14:paraId="238853CB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Socjalizacja</w:t>
            </w:r>
          </w:p>
        </w:tc>
      </w:tr>
      <w:tr xmlns:wp14="http://schemas.microsoft.com/office/word/2010/wordml" w:rsidRPr="009C54AE" w:rsidR="00787379" w:rsidTr="00923D7D" w14:paraId="3CBBC469" wp14:textId="77777777">
        <w:tc>
          <w:tcPr>
            <w:tcW w:w="9639" w:type="dxa"/>
          </w:tcPr>
          <w:p w:rsidRPr="00787379" w:rsidR="00787379" w:rsidP="003F4181" w:rsidRDefault="00715D36" w14:paraId="49296835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Znaczenie norm w życiu społecznym</w:t>
            </w:r>
          </w:p>
        </w:tc>
      </w:tr>
      <w:tr xmlns:wp14="http://schemas.microsoft.com/office/word/2010/wordml" w:rsidRPr="009C54AE" w:rsidR="00156320" w:rsidTr="00923D7D" w14:paraId="4ACD700D" wp14:textId="77777777">
        <w:tc>
          <w:tcPr>
            <w:tcW w:w="9639" w:type="dxa"/>
          </w:tcPr>
          <w:p w:rsidR="00156320" w:rsidP="003F4181" w:rsidRDefault="00156320" w14:paraId="157845C5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Kontrola społeczna i dewiacje</w:t>
            </w:r>
          </w:p>
        </w:tc>
      </w:tr>
      <w:tr xmlns:wp14="http://schemas.microsoft.com/office/word/2010/wordml" w:rsidRPr="009C54AE" w:rsidR="00787379" w:rsidTr="00923D7D" w14:paraId="510BE7B4" wp14:textId="77777777">
        <w:tc>
          <w:tcPr>
            <w:tcW w:w="9639" w:type="dxa"/>
          </w:tcPr>
          <w:p w:rsidRPr="00787379" w:rsidR="00787379" w:rsidP="003F4181" w:rsidRDefault="00715D36" w14:paraId="6FA145F0" wp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Zachowania zbiorowe a ruchy społeczne</w:t>
            </w:r>
          </w:p>
        </w:tc>
      </w:tr>
      <w:tr xmlns:wp14="http://schemas.microsoft.com/office/word/2010/wordml" w:rsidRPr="009C54AE" w:rsidR="00787379" w:rsidTr="00923D7D" w14:paraId="7038D152" wp14:textId="77777777">
        <w:tc>
          <w:tcPr>
            <w:tcW w:w="9639" w:type="dxa"/>
          </w:tcPr>
          <w:p w:rsidRPr="00787379" w:rsidR="00787379" w:rsidP="003F4181" w:rsidRDefault="00715D36" w14:paraId="60696F43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Nierówności i podziały społeczne</w:t>
            </w:r>
          </w:p>
        </w:tc>
      </w:tr>
      <w:tr xmlns:wp14="http://schemas.microsoft.com/office/word/2010/wordml" w:rsidRPr="009C54AE" w:rsidR="00787379" w:rsidTr="00923D7D" w14:paraId="5E0589BD" wp14:textId="77777777">
        <w:tc>
          <w:tcPr>
            <w:tcW w:w="9639" w:type="dxa"/>
          </w:tcPr>
          <w:p w:rsidRPr="00787379" w:rsidR="00787379" w:rsidP="003F4181" w:rsidRDefault="00715D36" w14:paraId="75D48B34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Globalizacja a zmiany zjawisk społecznych</w:t>
            </w:r>
          </w:p>
        </w:tc>
      </w:tr>
      <w:tr xmlns:wp14="http://schemas.microsoft.com/office/word/2010/wordml" w:rsidRPr="009C54AE" w:rsidR="00787379" w:rsidTr="00923D7D" w14:paraId="1321DD52" wp14:textId="77777777">
        <w:tc>
          <w:tcPr>
            <w:tcW w:w="9639" w:type="dxa"/>
          </w:tcPr>
          <w:p w:rsidRPr="00787379" w:rsidR="00787379" w:rsidP="0001714E" w:rsidRDefault="00715D36" w14:paraId="49D7B312" wp14:textId="77777777">
            <w:pPr>
              <w:pStyle w:val="Akapitzlist"/>
              <w:spacing w:after="0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87379">
              <w:rPr>
                <w:rFonts w:ascii="Corbel" w:hAnsi="Corbel"/>
                <w:color w:val="000000"/>
                <w:sz w:val="24"/>
                <w:szCs w:val="24"/>
              </w:rPr>
              <w:t>Metody badań socjologicznych</w:t>
            </w:r>
          </w:p>
        </w:tc>
      </w:tr>
    </w:tbl>
    <w:p xmlns:wp14="http://schemas.microsoft.com/office/word/2010/wordml" w:rsidRPr="009C54AE" w:rsidR="0085747A" w:rsidP="009C54AE" w:rsidRDefault="0085747A" w14:paraId="3FE9F23F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08CE6F9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0B2BC1" w:rsidR="00D65903" w:rsidP="00D65903" w:rsidRDefault="00D65903" w14:paraId="359C1513" wp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2BC1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xmlns:wp14="http://schemas.microsoft.com/office/word/2010/wordml" w:rsidRPr="000B2BC1" w:rsidR="00D65903" w:rsidP="00D65903" w:rsidRDefault="00D65903" w14:paraId="69A69ED2" wp14:textId="7777777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2BC1">
        <w:rPr>
          <w:rFonts w:ascii="Corbel" w:hAnsi="Corbel"/>
          <w:b w:val="0"/>
          <w:smallCaps w:val="0"/>
          <w:sz w:val="22"/>
        </w:rPr>
        <w:t xml:space="preserve">Ćwiczenia: analiza tekstów z dyskusją, analiza </w:t>
      </w:r>
      <w:r w:rsidR="004550BD">
        <w:rPr>
          <w:rFonts w:ascii="Corbel" w:hAnsi="Corbel"/>
          <w:b w:val="0"/>
          <w:smallCaps w:val="0"/>
          <w:sz w:val="22"/>
        </w:rPr>
        <w:t>przypadków</w:t>
      </w:r>
    </w:p>
    <w:p xmlns:wp14="http://schemas.microsoft.com/office/word/2010/wordml" w:rsidR="00E960BB" w:rsidP="009C54AE" w:rsidRDefault="00E960BB" w14:paraId="61CDCEAD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6BB9E25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23DE523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C05F44" w14:paraId="3CD72C34" wp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3E6C69" w:rsidTr="00C05F44" w14:paraId="38E5E05A" wp14:textId="77777777">
        <w:tc>
          <w:tcPr>
            <w:tcW w:w="1985" w:type="dxa"/>
          </w:tcPr>
          <w:p w:rsidRPr="003E6C69" w:rsidR="003E6C69" w:rsidP="003F4181" w:rsidRDefault="003E6C69" w14:paraId="38E57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3E6C69" w:rsidR="003E6C69" w:rsidP="000B2BC1" w:rsidRDefault="003E6C69" w14:paraId="0F8C16D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 xml:space="preserve">kolokwium, egzamin </w:t>
            </w:r>
          </w:p>
        </w:tc>
        <w:tc>
          <w:tcPr>
            <w:tcW w:w="2126" w:type="dxa"/>
          </w:tcPr>
          <w:p w:rsidRPr="003E6C69" w:rsidR="003E6C69" w:rsidP="003F4181" w:rsidRDefault="003E6C69" w14:paraId="13B2C3B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xmlns:wp14="http://schemas.microsoft.com/office/word/2010/wordml" w:rsidRPr="009C54AE" w:rsidR="003E6C69" w:rsidTr="004335DC" w14:paraId="28EF0D96" wp14:textId="77777777">
        <w:tc>
          <w:tcPr>
            <w:tcW w:w="1985" w:type="dxa"/>
            <w:vAlign w:val="center"/>
          </w:tcPr>
          <w:p w:rsidRPr="003E6C69" w:rsidR="003E6C69" w:rsidP="003F4181" w:rsidRDefault="003E6C69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3E6C69" w:rsidR="003E6C69" w:rsidP="000B2BC1" w:rsidRDefault="003E6C69" w14:paraId="4DB3EFF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 xml:space="preserve">kolokwium, egzamin </w:t>
            </w:r>
          </w:p>
        </w:tc>
        <w:tc>
          <w:tcPr>
            <w:tcW w:w="2126" w:type="dxa"/>
          </w:tcPr>
          <w:p w:rsidRPr="003E6C69" w:rsidR="003E6C69" w:rsidP="003F4181" w:rsidRDefault="003E6C69" w14:paraId="02FB325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xmlns:wp14="http://schemas.microsoft.com/office/word/2010/wordml" w:rsidRPr="009C54AE" w:rsidR="003E6C69" w:rsidTr="004335DC" w14:paraId="756CE9A1" wp14:textId="77777777">
        <w:tc>
          <w:tcPr>
            <w:tcW w:w="1985" w:type="dxa"/>
            <w:vAlign w:val="center"/>
          </w:tcPr>
          <w:p w:rsidRPr="003E6C69" w:rsidR="003E6C69" w:rsidP="003F4181" w:rsidRDefault="003E6C69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3E6C69" w:rsidR="003E6C69" w:rsidP="001B1794" w:rsidRDefault="003E6C69" w14:paraId="32CC7BC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26" w:type="dxa"/>
          </w:tcPr>
          <w:p w:rsidRPr="003E6C69" w:rsidR="003E6C69" w:rsidP="003F4181" w:rsidRDefault="003E6C69" w14:paraId="5CA9A9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ćwiczenia, wykład</w:t>
            </w:r>
          </w:p>
        </w:tc>
      </w:tr>
      <w:tr xmlns:wp14="http://schemas.microsoft.com/office/word/2010/wordml" w:rsidRPr="009C54AE" w:rsidR="003E6C69" w:rsidTr="004335DC" w14:paraId="1D2E1FD2" wp14:textId="77777777">
        <w:tc>
          <w:tcPr>
            <w:tcW w:w="1985" w:type="dxa"/>
            <w:vAlign w:val="center"/>
          </w:tcPr>
          <w:p w:rsidRPr="003E6C69" w:rsidR="003E6C69" w:rsidP="003F4181" w:rsidRDefault="003E6C69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3E6C69" w:rsidR="003E6C69" w:rsidP="001B1794" w:rsidRDefault="001B1794" w14:paraId="7E1ACAA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E6C69" w:rsidR="003E6C69" w:rsidP="003F4181" w:rsidRDefault="003E6C69" w14:paraId="7F626B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3E6C69" w:rsidTr="004335DC" w14:paraId="53EC946F" wp14:textId="77777777">
        <w:tc>
          <w:tcPr>
            <w:tcW w:w="1985" w:type="dxa"/>
            <w:vAlign w:val="center"/>
          </w:tcPr>
          <w:p w:rsidRPr="003E6C69" w:rsidR="003E6C69" w:rsidP="003F4181" w:rsidRDefault="003E6C69" w14:paraId="2DCF275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3E6C69" w:rsidR="003E6C69" w:rsidP="001B1794" w:rsidRDefault="001B1794" w14:paraId="4510FEB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E6C69" w:rsidR="003E6C69" w:rsidP="003F4181" w:rsidRDefault="003E6C69" w14:paraId="04C645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3E6C69" w:rsidTr="004335DC" w14:paraId="3D984DF7" wp14:textId="77777777">
        <w:tc>
          <w:tcPr>
            <w:tcW w:w="1985" w:type="dxa"/>
            <w:vAlign w:val="center"/>
          </w:tcPr>
          <w:p w:rsidRPr="003E6C69" w:rsidR="003E6C69" w:rsidP="003F4181" w:rsidRDefault="003E6C69" w14:paraId="0BCA7F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Pr="003E6C69" w:rsidR="003E6C69" w:rsidP="003F4181" w:rsidRDefault="003E6C69" w14:paraId="30A6FD3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E6C6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E6C69" w:rsidR="003E6C69" w:rsidP="003F4181" w:rsidRDefault="003E6C69" w14:paraId="23CA83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xmlns:wp14="http://schemas.microsoft.com/office/word/2010/wordml" w:rsidRPr="009C54AE" w:rsidR="003E6C69" w:rsidTr="004335DC" w14:paraId="4AE3DA36" wp14:textId="77777777">
        <w:tc>
          <w:tcPr>
            <w:tcW w:w="1985" w:type="dxa"/>
            <w:vAlign w:val="center"/>
          </w:tcPr>
          <w:p w:rsidRPr="003E6C69" w:rsidR="003E6C69" w:rsidP="003F4181" w:rsidRDefault="003E6C69" w14:paraId="30E4F48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6C69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Pr="003E6C69" w:rsidR="003E6C69" w:rsidP="003F4181" w:rsidRDefault="003E6C69" w14:paraId="7EC376A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3E6C69" w:rsidR="003E6C69" w:rsidP="003F4181" w:rsidRDefault="003E6C69" w14:paraId="69BAA59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xmlns:wp14="http://schemas.microsoft.com/office/word/2010/wordml" w:rsidRPr="009C54AE" w:rsidR="00923D7D" w:rsidP="009C54AE" w:rsidRDefault="00923D7D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5043CB0F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1A46574F" wp14:textId="77777777">
        <w:tc>
          <w:tcPr>
            <w:tcW w:w="9670" w:type="dxa"/>
          </w:tcPr>
          <w:p w:rsidRPr="003E6C69" w:rsidR="003E6C69" w:rsidP="003E6C69" w:rsidRDefault="003E6C69" w14:paraId="4796EBED" wp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t xml:space="preserve">Wykład: egzamin </w:t>
            </w:r>
          </w:p>
          <w:p w:rsidRPr="009C54AE" w:rsidR="0085747A" w:rsidP="003E6C69" w:rsidRDefault="003E6C69" w14:paraId="23B6D25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C6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aktywny udział w zajęciach, kolokwium </w:t>
            </w:r>
          </w:p>
        </w:tc>
      </w:tr>
    </w:tbl>
    <w:p xmlns:wp14="http://schemas.microsoft.com/office/word/2010/wordml" w:rsidRPr="009C54AE" w:rsidR="0085747A" w:rsidP="009C54AE" w:rsidRDefault="0085747A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6537F28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3E1941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23D7D" w14:paraId="33247FDA" wp14:textId="77777777">
        <w:tc>
          <w:tcPr>
            <w:tcW w:w="4962" w:type="dxa"/>
          </w:tcPr>
          <w:p w:rsidRPr="009C54AE" w:rsidR="0085747A" w:rsidP="009C54AE" w:rsidRDefault="00C61DC5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7252AA" w14:paraId="219897C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C61DC5" w:rsidTr="00923D7D" w14:paraId="409F0BAA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8825E0" w14:paraId="446DE7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C61DC5" w:rsidTr="00923D7D" w14:paraId="19AFD33D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8825E0" w14:paraId="3D2650B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xmlns:wp14="http://schemas.microsoft.com/office/word/2010/wordml" w:rsidRPr="009C54AE" w:rsidR="0085747A" w:rsidTr="00923D7D" w14:paraId="6308A452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3E6C69" w14:paraId="6F5FA94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xmlns:wp14="http://schemas.microsoft.com/office/word/2010/wordml" w:rsidRPr="009C54AE" w:rsidR="0085747A" w:rsidTr="00923D7D" w14:paraId="35CA6A37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3E6C69" w14:paraId="44240AA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6DFB9E20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70DF9E56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3E6C69" w14:paraId="6A09E91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71620A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3E6C69" w14:paraId="33E67A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44E871B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144A5D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40B3B5DA" w14:paraId="75CE0C59" wp14:textId="77777777">
        <w:trPr>
          <w:trHeight w:val="397"/>
        </w:trPr>
        <w:tc>
          <w:tcPr>
            <w:tcW w:w="7513" w:type="dxa"/>
            <w:tcMar/>
          </w:tcPr>
          <w:p w:rsidRPr="00EE51A7" w:rsidR="0085747A" w:rsidP="009C54AE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EE51A7" w:rsidR="00EE51A7" w:rsidP="00D8712D" w:rsidRDefault="00EE51A7" w14:paraId="26C4FD1C" wp14:textId="77777777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Szacka B.,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socjologii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, Oficyna</w:t>
            </w:r>
            <w:r w:rsidR="00520F1C">
              <w:rPr>
                <w:rFonts w:ascii="Corbel" w:hAnsi="Corbel"/>
                <w:b w:val="0"/>
                <w:smallCaps w:val="0"/>
                <w:szCs w:val="24"/>
              </w:rPr>
              <w:t xml:space="preserve"> Naukowa, Warszawa 2008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EE51A7" w:rsidR="00EE51A7" w:rsidP="00D8712D" w:rsidRDefault="00EE51A7" w14:paraId="4887390A" wp14:textId="77777777">
            <w:pPr>
              <w:pStyle w:val="Punktygwne"/>
              <w:spacing w:before="0" w:after="0"/>
              <w:ind w:left="601" w:hanging="60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Socjologia</w:t>
            </w:r>
            <w:r w:rsidR="00520F1C">
              <w:rPr>
                <w:rFonts w:ascii="Corbel" w:hAnsi="Corbel"/>
                <w:b w:val="0"/>
                <w:smallCaps w:val="0"/>
                <w:szCs w:val="24"/>
              </w:rPr>
              <w:t>, Znak, Kraków 2012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Pr="009C54AE" w:rsidR="0085747A" w:rsidTr="40B3B5DA" w14:paraId="1E065105" wp14:textId="77777777">
        <w:trPr>
          <w:trHeight w:val="397"/>
        </w:trPr>
        <w:tc>
          <w:tcPr>
            <w:tcW w:w="7513" w:type="dxa"/>
            <w:tcMar/>
          </w:tcPr>
          <w:p w:rsidRPr="00EE51A7" w:rsidR="0085747A" w:rsidP="009C54AE" w:rsidRDefault="0085747A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EE51A7" w:rsidR="003C3BE4" w:rsidP="00D8712D" w:rsidRDefault="003C3BE4" w14:paraId="5394F4E7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Berger P., </w:t>
            </w:r>
            <w:proofErr w:type="spellStart"/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Luckman</w:t>
            </w:r>
            <w:proofErr w:type="spellEnd"/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 T., 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Społeczne tworzenie rzeczywistości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, PIW, Warszawa 1983.</w:t>
            </w:r>
          </w:p>
          <w:p w:rsidR="003C3BE4" w:rsidP="00B470AB" w:rsidRDefault="003C3BE4" w14:paraId="3C6E75F8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Cwynar K.M., </w:t>
            </w:r>
            <w:r w:rsidRPr="00D1488C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 xml:space="preserve">Chrześcijańska idea </w:t>
            </w:r>
            <w:proofErr w:type="spellStart"/>
            <w:r w:rsidRPr="00D1488C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inkulturacji</w:t>
            </w:r>
            <w:proofErr w:type="spellEnd"/>
            <w:r w:rsidRPr="00D1488C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 xml:space="preserve"> wobec procesów dechrystianizacji kultury europejskiej</w:t>
            </w:r>
            <w:r w:rsidRPr="00D1488C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 [w:] </w:t>
            </w:r>
            <w:r w:rsidRPr="007F645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Społeczeństwo — Kultura — Religia</w:t>
            </w:r>
            <w:r w:rsidRPr="00D1488C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, red. J. </w:t>
            </w:r>
            <w:proofErr w:type="spellStart"/>
            <w:r w:rsidRPr="00D1488C">
              <w:rPr>
                <w:rFonts w:ascii="Corbel" w:hAnsi="Corbel" w:eastAsia="Times New Roman"/>
                <w:spacing w:val="-4"/>
                <w:sz w:val="24"/>
                <w:szCs w:val="24"/>
              </w:rPr>
              <w:t>Kojkoł</w:t>
            </w:r>
            <w:proofErr w:type="spellEnd"/>
            <w:r w:rsidRPr="00D1488C">
              <w:rPr>
                <w:rFonts w:ascii="Corbel" w:hAnsi="Corbel" w:eastAsia="Times New Roman"/>
                <w:spacing w:val="-4"/>
                <w:sz w:val="24"/>
                <w:szCs w:val="24"/>
              </w:rPr>
              <w:t>, B. Guzowska, R. Wójtowicz, AMW, Gdańsk 2015, s. 195-207.</w:t>
            </w:r>
          </w:p>
          <w:p w:rsidR="003C3BE4" w:rsidP="00B470AB" w:rsidRDefault="003C3BE4" w14:paraId="1E4F47EB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Cwynar K.M., </w:t>
            </w:r>
            <w:r w:rsidRPr="003C3BE4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Nietolerancja i granice jej zasadności</w:t>
            </w:r>
            <w:r w:rsidRPr="009B2EA7">
              <w:rPr>
                <w:rFonts w:ascii="Corbel" w:hAnsi="Corbel" w:eastAsia="Times New Roman"/>
                <w:spacing w:val="-4"/>
                <w:sz w:val="24"/>
                <w:szCs w:val="24"/>
              </w:rPr>
              <w:t>, „ΣΟΦΙΑ. Pismo Filozofów Krajów Słowiańskich” 2018, vol. 18, s. 227-234.</w:t>
            </w:r>
          </w:p>
          <w:p w:rsidRPr="00EE51A7" w:rsidR="003C3BE4" w:rsidP="00D8712D" w:rsidRDefault="003C3BE4" w14:paraId="4193A470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Kłoskowska A., 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Socjologia kultury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, PWN, Warszawa 2007.</w:t>
            </w:r>
          </w:p>
          <w:p w:rsidRPr="00EE51A7" w:rsidR="003C3BE4" w:rsidP="00D8712D" w:rsidRDefault="003C3BE4" w14:paraId="13005628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Stiglitz</w:t>
            </w:r>
            <w:proofErr w:type="spellEnd"/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 J.E., 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Globalizacja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, PWN, Warszawa 2012.</w:t>
            </w:r>
          </w:p>
          <w:p w:rsidR="003C3BE4" w:rsidP="00D8712D" w:rsidRDefault="003C3BE4" w14:paraId="001A2550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EE51A7" w:rsidR="003C3BE4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Szacki J., </w:t>
            </w:r>
            <w:r w:rsidRPr="40B3B5DA" w:rsidR="003C3BE4">
              <w:rPr>
                <w:rFonts w:ascii="Corbel" w:hAnsi="Corbel" w:eastAsia="Times New Roman"/>
                <w:i w:val="1"/>
                <w:iCs w:val="1"/>
                <w:spacing w:val="-4"/>
                <w:sz w:val="24"/>
                <w:szCs w:val="24"/>
              </w:rPr>
              <w:t>Historia myśli socjologicznej</w:t>
            </w:r>
            <w:r w:rsidRPr="00EE51A7" w:rsidR="003C3BE4">
              <w:rPr>
                <w:rFonts w:ascii="Corbel" w:hAnsi="Corbel" w:eastAsia="Times New Roman"/>
                <w:spacing w:val="-4"/>
                <w:sz w:val="24"/>
                <w:szCs w:val="24"/>
              </w:rPr>
              <w:t>, PWN, Warszawa 2010.</w:t>
            </w:r>
          </w:p>
          <w:p w:rsidRPr="00EE51A7" w:rsidR="003C3BE4" w:rsidP="00D8712D" w:rsidRDefault="003C3BE4" w14:paraId="59818924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D42399">
              <w:rPr>
                <w:rFonts w:ascii="Corbel" w:hAnsi="Corbel" w:eastAsia="Times New Roman"/>
                <w:spacing w:val="-4"/>
                <w:sz w:val="24"/>
                <w:szCs w:val="24"/>
              </w:rPr>
              <w:t>Sztompka P., Kucia M. (red.),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 xml:space="preserve"> Socjologia. Lektury, Wyd. Znak, Kraków 2005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.</w:t>
            </w:r>
          </w:p>
          <w:p w:rsidRPr="00B470AB" w:rsidR="009B2EA7" w:rsidP="00B470AB" w:rsidRDefault="003C3BE4" w14:paraId="0E6BB6A5" wp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1" w:hanging="601"/>
              <w:jc w:val="both"/>
              <w:outlineLvl w:val="0"/>
              <w:rPr>
                <w:rFonts w:ascii="Corbel" w:hAnsi="Corbel" w:eastAsia="Times New Roman"/>
                <w:spacing w:val="-4"/>
                <w:sz w:val="24"/>
                <w:szCs w:val="24"/>
              </w:rPr>
            </w:pP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 xml:space="preserve">Sztumski J., </w:t>
            </w:r>
            <w:r w:rsidRPr="00EE51A7">
              <w:rPr>
                <w:rFonts w:ascii="Corbel" w:hAnsi="Corbel" w:eastAsia="Times New Roman"/>
                <w:i/>
                <w:spacing w:val="-4"/>
                <w:sz w:val="24"/>
                <w:szCs w:val="24"/>
              </w:rPr>
              <w:t>Wstęp do metod i technik badań społecznych</w:t>
            </w:r>
            <w:r w:rsidRPr="00EE51A7">
              <w:rPr>
                <w:rFonts w:ascii="Corbel" w:hAnsi="Corbel" w:eastAsia="Times New Roman"/>
                <w:spacing w:val="-4"/>
                <w:sz w:val="24"/>
                <w:szCs w:val="24"/>
              </w:rPr>
              <w:t>, Katowice 1999.</w:t>
            </w:r>
          </w:p>
        </w:tc>
      </w:tr>
    </w:tbl>
    <w:p xmlns:wp14="http://schemas.microsoft.com/office/word/2010/wordml" w:rsidRPr="009C54AE" w:rsidR="0085747A" w:rsidP="009C54AE" w:rsidRDefault="0085747A" w14:paraId="738610EB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F67C8D" w:rsidP="00C16ABF" w:rsidRDefault="00F67C8D" w14:paraId="637805D2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67C8D" w:rsidP="00C16ABF" w:rsidRDefault="00F67C8D" w14:paraId="463F29E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F67C8D" w:rsidP="00C16ABF" w:rsidRDefault="00F67C8D" w14:paraId="3B7B4B8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67C8D" w:rsidP="00C16ABF" w:rsidRDefault="00F67C8D" w14:paraId="3A0FF5F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val="textFit" w:percent="133"/>
  <w:doNotDisplayPageBoundaries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14E"/>
    <w:rsid w:val="00022ECE"/>
    <w:rsid w:val="0002651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BC1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320"/>
    <w:rsid w:val="0016321A"/>
    <w:rsid w:val="001640A7"/>
    <w:rsid w:val="00164FA7"/>
    <w:rsid w:val="00166A03"/>
    <w:rsid w:val="0017098E"/>
    <w:rsid w:val="001718A7"/>
    <w:rsid w:val="001737CF"/>
    <w:rsid w:val="00176083"/>
    <w:rsid w:val="00192F37"/>
    <w:rsid w:val="001A70D2"/>
    <w:rsid w:val="001B1794"/>
    <w:rsid w:val="001D657B"/>
    <w:rsid w:val="001D7B54"/>
    <w:rsid w:val="001E0209"/>
    <w:rsid w:val="001F2CA2"/>
    <w:rsid w:val="002103FA"/>
    <w:rsid w:val="002144C0"/>
    <w:rsid w:val="0022477D"/>
    <w:rsid w:val="002278A9"/>
    <w:rsid w:val="002336F9"/>
    <w:rsid w:val="0024028F"/>
    <w:rsid w:val="00244ABC"/>
    <w:rsid w:val="0027127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6A"/>
    <w:rsid w:val="002D73D4"/>
    <w:rsid w:val="002F02A3"/>
    <w:rsid w:val="002F4ABE"/>
    <w:rsid w:val="002F53D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BE4"/>
    <w:rsid w:val="003D18A9"/>
    <w:rsid w:val="003D6CE2"/>
    <w:rsid w:val="003E1941"/>
    <w:rsid w:val="003E2FE6"/>
    <w:rsid w:val="003E49D5"/>
    <w:rsid w:val="003E6C69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0B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F1C"/>
    <w:rsid w:val="00531887"/>
    <w:rsid w:val="005363C4"/>
    <w:rsid w:val="00536BDE"/>
    <w:rsid w:val="00543ACC"/>
    <w:rsid w:val="0056696D"/>
    <w:rsid w:val="0059360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9D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D36"/>
    <w:rsid w:val="0071620A"/>
    <w:rsid w:val="00724677"/>
    <w:rsid w:val="007252AA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DC3"/>
    <w:rsid w:val="00787379"/>
    <w:rsid w:val="00787C2A"/>
    <w:rsid w:val="00790E27"/>
    <w:rsid w:val="007910EA"/>
    <w:rsid w:val="00793E24"/>
    <w:rsid w:val="007A4022"/>
    <w:rsid w:val="007A6E6E"/>
    <w:rsid w:val="007B5F0E"/>
    <w:rsid w:val="007C3299"/>
    <w:rsid w:val="007C3BCC"/>
    <w:rsid w:val="007C4546"/>
    <w:rsid w:val="007D6E56"/>
    <w:rsid w:val="007F4155"/>
    <w:rsid w:val="007F6457"/>
    <w:rsid w:val="0081554D"/>
    <w:rsid w:val="0081707E"/>
    <w:rsid w:val="008449B3"/>
    <w:rsid w:val="008552A2"/>
    <w:rsid w:val="0085747A"/>
    <w:rsid w:val="008652CF"/>
    <w:rsid w:val="00871C23"/>
    <w:rsid w:val="008825E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BF9"/>
    <w:rsid w:val="00916188"/>
    <w:rsid w:val="00923D7D"/>
    <w:rsid w:val="009508DF"/>
    <w:rsid w:val="00950DAC"/>
    <w:rsid w:val="00954A07"/>
    <w:rsid w:val="00997F14"/>
    <w:rsid w:val="009A78D9"/>
    <w:rsid w:val="009B2EA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6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ED4"/>
    <w:rsid w:val="00B3130B"/>
    <w:rsid w:val="00B40ADB"/>
    <w:rsid w:val="00B43B77"/>
    <w:rsid w:val="00B43E80"/>
    <w:rsid w:val="00B470AB"/>
    <w:rsid w:val="00B607DB"/>
    <w:rsid w:val="00B66529"/>
    <w:rsid w:val="00B75946"/>
    <w:rsid w:val="00B8056E"/>
    <w:rsid w:val="00B819C8"/>
    <w:rsid w:val="00B82308"/>
    <w:rsid w:val="00B90885"/>
    <w:rsid w:val="00BB471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DCE"/>
    <w:rsid w:val="00C67E92"/>
    <w:rsid w:val="00C70A26"/>
    <w:rsid w:val="00C766DF"/>
    <w:rsid w:val="00C94B98"/>
    <w:rsid w:val="00CA2B96"/>
    <w:rsid w:val="00CA5089"/>
    <w:rsid w:val="00CA6ADC"/>
    <w:rsid w:val="00CC7280"/>
    <w:rsid w:val="00CD6897"/>
    <w:rsid w:val="00CE5BAC"/>
    <w:rsid w:val="00CF25BE"/>
    <w:rsid w:val="00CF78ED"/>
    <w:rsid w:val="00D02B25"/>
    <w:rsid w:val="00D02EBA"/>
    <w:rsid w:val="00D1488C"/>
    <w:rsid w:val="00D17C3C"/>
    <w:rsid w:val="00D26B2C"/>
    <w:rsid w:val="00D33E3F"/>
    <w:rsid w:val="00D352C9"/>
    <w:rsid w:val="00D42399"/>
    <w:rsid w:val="00D425B2"/>
    <w:rsid w:val="00D428D6"/>
    <w:rsid w:val="00D552B2"/>
    <w:rsid w:val="00D608D1"/>
    <w:rsid w:val="00D65903"/>
    <w:rsid w:val="00D74119"/>
    <w:rsid w:val="00D8075B"/>
    <w:rsid w:val="00D8678B"/>
    <w:rsid w:val="00D8712D"/>
    <w:rsid w:val="00DA2114"/>
    <w:rsid w:val="00DD0128"/>
    <w:rsid w:val="00DE09C0"/>
    <w:rsid w:val="00DE4A14"/>
    <w:rsid w:val="00DE5C29"/>
    <w:rsid w:val="00DF320D"/>
    <w:rsid w:val="00DF71C8"/>
    <w:rsid w:val="00E075FC"/>
    <w:rsid w:val="00E129B8"/>
    <w:rsid w:val="00E21E7D"/>
    <w:rsid w:val="00E22FBC"/>
    <w:rsid w:val="00E24BF5"/>
    <w:rsid w:val="00E25338"/>
    <w:rsid w:val="00E45714"/>
    <w:rsid w:val="00E51E44"/>
    <w:rsid w:val="00E61D3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1A7"/>
    <w:rsid w:val="00EE5457"/>
    <w:rsid w:val="00F070AB"/>
    <w:rsid w:val="00F17567"/>
    <w:rsid w:val="00F27A7B"/>
    <w:rsid w:val="00F526AF"/>
    <w:rsid w:val="00F617C3"/>
    <w:rsid w:val="00F67C8D"/>
    <w:rsid w:val="00F7066B"/>
    <w:rsid w:val="00F83B28"/>
    <w:rsid w:val="00F96436"/>
    <w:rsid w:val="00F974DA"/>
    <w:rsid w:val="00FA46E5"/>
    <w:rsid w:val="00FB7DBA"/>
    <w:rsid w:val="00FC1C25"/>
    <w:rsid w:val="00FC3F45"/>
    <w:rsid w:val="00FD03D5"/>
    <w:rsid w:val="00FD503F"/>
    <w:rsid w:val="00FD7589"/>
    <w:rsid w:val="00FF016A"/>
    <w:rsid w:val="00FF1401"/>
    <w:rsid w:val="00FF5E7D"/>
    <w:rsid w:val="29D1E523"/>
    <w:rsid w:val="3B866C64"/>
    <w:rsid w:val="40B3B5DA"/>
    <w:rsid w:val="54799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4E73"/>
  <w15:docId w15:val="{CAAFD048-D2D9-45CC-94A2-CA14BA6A5B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3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AC3E2A-B0D7-4D99-86F2-1311826E4C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AAF3F8-293D-4891-96A3-CEF848417544}"/>
</file>

<file path=customXml/itemProps3.xml><?xml version="1.0" encoding="utf-8"?>
<ds:datastoreItem xmlns:ds="http://schemas.openxmlformats.org/officeDocument/2006/customXml" ds:itemID="{F320F3CB-B411-42B8-973F-1BD6F1F533AF}"/>
</file>

<file path=customXml/itemProps4.xml><?xml version="1.0" encoding="utf-8"?>
<ds:datastoreItem xmlns:ds="http://schemas.openxmlformats.org/officeDocument/2006/customXml" ds:itemID="{87A5A279-D8D5-4E0D-80F8-A51C95AF2E9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6</cp:revision>
  <cp:lastPrinted>2019-02-06T12:12:00Z</cp:lastPrinted>
  <dcterms:created xsi:type="dcterms:W3CDTF">2021-11-14T16:19:00Z</dcterms:created>
  <dcterms:modified xsi:type="dcterms:W3CDTF">2021-11-18T20:34:50Z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